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</w:tblGrid>
      <w:tr w:rsidR="004F2292" w:rsidRPr="004F4842" w14:paraId="54DCC2BE" w14:textId="77777777" w:rsidTr="00EE628A">
        <w:trPr>
          <w:trHeight w:val="1403"/>
        </w:trPr>
        <w:tc>
          <w:tcPr>
            <w:tcW w:w="5103" w:type="dxa"/>
            <w:shd w:val="clear" w:color="auto" w:fill="auto"/>
          </w:tcPr>
          <w:p w14:paraId="53C5322F" w14:textId="77777777" w:rsid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</w:rPr>
            </w:pPr>
            <w:proofErr w:type="spellStart"/>
            <w:r w:rsidRPr="004F4842">
              <w:rPr>
                <w:b/>
                <w:bCs/>
                <w:color w:val="000000"/>
              </w:rPr>
              <w:t>Република</w:t>
            </w:r>
            <w:proofErr w:type="spellEnd"/>
            <w:r w:rsidRPr="004F484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4842">
              <w:rPr>
                <w:b/>
                <w:bCs/>
                <w:color w:val="000000"/>
              </w:rPr>
              <w:t>Србија</w:t>
            </w:r>
            <w:proofErr w:type="spellEnd"/>
          </w:p>
          <w:p w14:paraId="16AF54C6" w14:textId="3E554F73" w:rsidR="00EC343B" w:rsidRPr="004F4842" w:rsidRDefault="00EC343B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</w:rPr>
            </w:pPr>
            <w:proofErr w:type="spellStart"/>
            <w:r w:rsidRPr="00EC343B">
              <w:rPr>
                <w:b/>
                <w:bCs/>
                <w:color w:val="000000"/>
              </w:rPr>
              <w:t>Министарство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за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рад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EC343B">
              <w:rPr>
                <w:b/>
                <w:bCs/>
                <w:color w:val="000000"/>
              </w:rPr>
              <w:t>запошљавање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EC343B">
              <w:rPr>
                <w:b/>
                <w:bCs/>
                <w:color w:val="000000"/>
              </w:rPr>
              <w:t>борачка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EC343B">
              <w:rPr>
                <w:b/>
                <w:bCs/>
                <w:color w:val="000000"/>
              </w:rPr>
              <w:t>социјална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питања</w:t>
            </w:r>
            <w:proofErr w:type="spellEnd"/>
          </w:p>
          <w:p w14:paraId="4201A9D2" w14:textId="60DE5DD4" w:rsidR="004F2292" w:rsidRPr="004F4842" w:rsidRDefault="00EC343B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r w:rsidRPr="00EC343B">
              <w:rPr>
                <w:b/>
                <w:bCs/>
                <w:color w:val="000000"/>
                <w:lang w:val="sr-Cyrl-RS"/>
              </w:rPr>
              <w:t>Сектор за заштиту особа са инвалидитетом</w:t>
            </w:r>
            <w:r w:rsidRPr="00EC343B">
              <w:rPr>
                <w:rStyle w:val="Hyperlink"/>
                <w:b/>
                <w:bCs/>
                <w:color w:val="000000"/>
                <w:u w:val="none"/>
                <w:lang w:val="sr-Cyrl-RS"/>
              </w:rPr>
              <w:t xml:space="preserve"> </w:t>
            </w:r>
            <w:r w:rsidRPr="00EC343B">
              <w:rPr>
                <w:rStyle w:val="Hyperlink"/>
                <w:b/>
                <w:lang w:val="sr-Cyrl-RS"/>
              </w:rPr>
              <w:t>https://www.minrzs.gov.rs/</w:t>
            </w:r>
          </w:p>
        </w:tc>
      </w:tr>
    </w:tbl>
    <w:p w14:paraId="3427CA9E" w14:textId="77777777" w:rsidR="004F2292" w:rsidRPr="004F4842" w:rsidRDefault="004F2292" w:rsidP="004F2292">
      <w:pPr>
        <w:pStyle w:val="Heading1"/>
        <w:rPr>
          <w:sz w:val="22"/>
          <w:szCs w:val="22"/>
          <w:lang w:val="sr-Cyrl-RS"/>
        </w:rPr>
      </w:pPr>
    </w:p>
    <w:p w14:paraId="7594CFD5" w14:textId="77777777" w:rsidR="00B31E1F" w:rsidRPr="004F4842" w:rsidRDefault="00B31E1F" w:rsidP="004F2292">
      <w:pPr>
        <w:pStyle w:val="Heading1"/>
        <w:rPr>
          <w:sz w:val="22"/>
          <w:szCs w:val="22"/>
          <w:lang w:val="sr-Cyrl-RS"/>
        </w:rPr>
      </w:pPr>
    </w:p>
    <w:p w14:paraId="04ED8C26" w14:textId="77777777" w:rsidR="00CC2FF4" w:rsidRDefault="00CC2FF4" w:rsidP="004F2292">
      <w:pPr>
        <w:spacing w:before="184"/>
        <w:ind w:left="908" w:right="908"/>
        <w:jc w:val="center"/>
        <w:rPr>
          <w:b/>
          <w:noProof/>
          <w:sz w:val="28"/>
          <w:lang w:val="sr-Cyrl-RS"/>
        </w:rPr>
      </w:pPr>
    </w:p>
    <w:p w14:paraId="2AD10D39" w14:textId="12F7BA40" w:rsidR="004F4842" w:rsidRPr="004F4842" w:rsidRDefault="00EC343B" w:rsidP="004F2292">
      <w:pPr>
        <w:spacing w:before="184"/>
        <w:ind w:left="908" w:right="908"/>
        <w:jc w:val="center"/>
        <w:rPr>
          <w:b/>
          <w:noProof/>
          <w:lang w:val="sr-Cyrl-RS"/>
        </w:rPr>
      </w:pPr>
      <w:r>
        <w:rPr>
          <w:b/>
          <w:noProof/>
          <w:sz w:val="28"/>
          <w:lang w:val="sr-Cyrl-RS"/>
        </w:rPr>
        <w:t>ЗАХТЕВ</w:t>
      </w:r>
    </w:p>
    <w:p w14:paraId="7E4B785C" w14:textId="62CAFB3F" w:rsidR="00F67236" w:rsidRDefault="00EC343B" w:rsidP="004F2292">
      <w:pPr>
        <w:spacing w:before="184"/>
        <w:ind w:left="908" w:right="908"/>
        <w:jc w:val="center"/>
        <w:rPr>
          <w:b/>
          <w:lang w:val="sr-Cyrl-RS"/>
        </w:rPr>
      </w:pPr>
      <w:r>
        <w:rPr>
          <w:b/>
          <w:noProof/>
          <w:sz w:val="24"/>
          <w:lang w:val="sr-Cyrl-RS"/>
        </w:rPr>
        <w:t xml:space="preserve">ЗА </w:t>
      </w:r>
      <w:r w:rsidRPr="00EC343B">
        <w:rPr>
          <w:b/>
          <w:noProof/>
          <w:sz w:val="24"/>
          <w:lang w:val="sr-Cyrl-RS"/>
        </w:rPr>
        <w:t>ОСТВАРИВАЊЕ ПРАВА НА СУБВЕНЦИЈУ ЗАРАДА ЗА ЗАПОСЛЕНЕ ОСОБЕ СА ИНВАЛИДИТЕТОМ</w:t>
      </w:r>
    </w:p>
    <w:p w14:paraId="28262E7A" w14:textId="77777777" w:rsidR="00CC2FF4" w:rsidRPr="004F4842" w:rsidRDefault="00CC2FF4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265"/>
      </w:tblGrid>
      <w:tr w:rsidR="00177C56" w:rsidRPr="00D81D45" w14:paraId="058E10ED" w14:textId="77777777" w:rsidTr="006A3481">
        <w:trPr>
          <w:trHeight w:val="563"/>
          <w:jc w:val="center"/>
        </w:trPr>
        <w:tc>
          <w:tcPr>
            <w:tcW w:w="9498" w:type="dxa"/>
            <w:gridSpan w:val="19"/>
            <w:shd w:val="clear" w:color="auto" w:fill="E7E6E6"/>
            <w:vAlign w:val="center"/>
          </w:tcPr>
          <w:p w14:paraId="74A8A9FC" w14:textId="067C313C" w:rsidR="00177C56" w:rsidRPr="00C872A6" w:rsidRDefault="00177C56" w:rsidP="00541F98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 xml:space="preserve">Основни подаци о </w:t>
            </w:r>
            <w:r w:rsidR="00541F98">
              <w:rPr>
                <w:b/>
                <w:lang w:val="sr-Cyrl-RS"/>
              </w:rPr>
              <w:t>операторима – уговорним странама</w:t>
            </w:r>
          </w:p>
        </w:tc>
      </w:tr>
      <w:tr w:rsidR="00177C56" w:rsidRPr="00CE2E46" w14:paraId="6D84D0C2" w14:textId="77777777" w:rsidTr="006A3481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62C08A0" w14:textId="77777777" w:rsidR="00177C56" w:rsidRPr="00C872A6" w:rsidRDefault="00177C56" w:rsidP="006A348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5253A243" w14:textId="77777777" w:rsidR="00177C56" w:rsidRPr="00C872A6" w:rsidRDefault="00177C56" w:rsidP="006A3481">
            <w:pPr>
              <w:ind w:right="-15"/>
              <w:rPr>
                <w:bCs/>
              </w:rPr>
            </w:pPr>
          </w:p>
        </w:tc>
      </w:tr>
      <w:tr w:rsidR="00177C56" w:rsidRPr="00CE2E46" w14:paraId="48365487" w14:textId="77777777" w:rsidTr="006A3481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B499C50" w14:textId="35C81FC7" w:rsidR="00177C56" w:rsidRPr="00C872A6" w:rsidRDefault="00541F98" w:rsidP="006A3481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Адреса и с</w:t>
            </w:r>
            <w:proofErr w:type="spellStart"/>
            <w:r w:rsidR="00177C56" w:rsidRPr="00C872A6">
              <w:rPr>
                <w:b/>
                <w:bCs/>
                <w:color w:val="000000"/>
              </w:rPr>
              <w:t>едиште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71FE6A06" w14:textId="77777777" w:rsidR="00177C56" w:rsidRPr="00C872A6" w:rsidRDefault="00177C56" w:rsidP="006A3481">
            <w:pPr>
              <w:ind w:right="-15"/>
              <w:rPr>
                <w:bCs/>
              </w:rPr>
            </w:pPr>
          </w:p>
        </w:tc>
      </w:tr>
      <w:tr w:rsidR="00177C56" w:rsidRPr="00CE2E46" w14:paraId="541DA390" w14:textId="77777777" w:rsidTr="006A3481">
        <w:trPr>
          <w:trHeight w:val="40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67558BB1" w14:textId="77777777" w:rsidR="00177C56" w:rsidRPr="00C872A6" w:rsidRDefault="00177C56" w:rsidP="006A348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57DCFE89" w14:textId="77777777" w:rsidR="00177C56" w:rsidRPr="00C872A6" w:rsidRDefault="00177C56" w:rsidP="006A3481">
            <w:pPr>
              <w:ind w:right="-15"/>
              <w:rPr>
                <w:bCs/>
              </w:rPr>
            </w:pPr>
          </w:p>
        </w:tc>
      </w:tr>
      <w:tr w:rsidR="00177C56" w:rsidRPr="00CE2E46" w14:paraId="692E76B2" w14:textId="77777777" w:rsidTr="006A3481">
        <w:trPr>
          <w:trHeight w:val="42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018A455" w14:textId="77777777" w:rsidR="00177C56" w:rsidRPr="00C872A6" w:rsidRDefault="00177C56" w:rsidP="006A348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C64FC44" w14:textId="77777777" w:rsidR="00177C56" w:rsidRPr="00C872A6" w:rsidRDefault="00177C56" w:rsidP="006A3481">
            <w:pPr>
              <w:ind w:right="-15"/>
              <w:rPr>
                <w:bCs/>
              </w:rPr>
            </w:pPr>
          </w:p>
        </w:tc>
      </w:tr>
      <w:tr w:rsidR="00177C56" w:rsidRPr="00CE2E46" w14:paraId="5506FFD4" w14:textId="77777777" w:rsidTr="006A3481">
        <w:trPr>
          <w:trHeight w:val="41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68C7B22" w14:textId="77777777" w:rsidR="00177C56" w:rsidRPr="00C872A6" w:rsidRDefault="00177C56" w:rsidP="006A348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465C937B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68929E23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5BC9975B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5FC05473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074AA2C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6B1577D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C7639D8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7E95C85D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5334A121" w14:textId="77777777" w:rsidR="00177C56" w:rsidRPr="00C872A6" w:rsidRDefault="00177C56" w:rsidP="006A3481">
            <w:pPr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51646E2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2AA020C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F1D7E2C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97E2279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6FD302F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A2E45B5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C34E0EF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3A602CD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12C61B03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</w:tr>
      <w:tr w:rsidR="00177C56" w:rsidRPr="00CE2E46" w14:paraId="65833B36" w14:textId="77777777" w:rsidTr="00EC343B">
        <w:trPr>
          <w:trHeight w:val="484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08915BA2" w14:textId="77777777" w:rsidR="00177C56" w:rsidRPr="00C872A6" w:rsidRDefault="00177C56" w:rsidP="006A3481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4B7513BE" w14:textId="77777777" w:rsidR="00177C56" w:rsidRPr="00C872A6" w:rsidRDefault="00177C56" w:rsidP="006A3481">
            <w:pPr>
              <w:ind w:right="908"/>
              <w:rPr>
                <w:bCs/>
              </w:rPr>
            </w:pPr>
          </w:p>
        </w:tc>
      </w:tr>
      <w:tr w:rsidR="00EC343B" w:rsidRPr="00CE2E46" w14:paraId="14FD22FB" w14:textId="77777777" w:rsidTr="00EC343B">
        <w:trPr>
          <w:trHeight w:val="618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64166338" w14:textId="38F1E106" w:rsidR="00EC343B" w:rsidRPr="00C872A6" w:rsidRDefault="00EC343B" w:rsidP="00EC343B">
            <w:pPr>
              <w:rPr>
                <w:b/>
                <w:bCs/>
                <w:color w:val="000000"/>
              </w:rPr>
            </w:pPr>
            <w:proofErr w:type="spellStart"/>
            <w:r w:rsidRPr="00EC343B">
              <w:rPr>
                <w:b/>
                <w:bCs/>
                <w:color w:val="000000"/>
              </w:rPr>
              <w:t>Месец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за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који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се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потражују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средства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за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субвенције</w:t>
            </w:r>
            <w:proofErr w:type="spellEnd"/>
            <w:r w:rsidRPr="00EC343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43B">
              <w:rPr>
                <w:b/>
                <w:bCs/>
                <w:color w:val="000000"/>
              </w:rPr>
              <w:t>зарада</w:t>
            </w:r>
            <w:proofErr w:type="spellEnd"/>
            <w:r w:rsidRPr="00EC343B">
              <w:rPr>
                <w:b/>
                <w:bCs/>
                <w:color w:val="000000"/>
              </w:rPr>
              <w:t>:</w:t>
            </w:r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49E944B1" w14:textId="77777777" w:rsidR="00EC343B" w:rsidRPr="00C872A6" w:rsidRDefault="00EC343B" w:rsidP="006A3481">
            <w:pPr>
              <w:ind w:right="908"/>
              <w:rPr>
                <w:bCs/>
              </w:rPr>
            </w:pPr>
          </w:p>
        </w:tc>
      </w:tr>
    </w:tbl>
    <w:p w14:paraId="6BC0A83A" w14:textId="476054CD" w:rsidR="00CC2FF4" w:rsidRDefault="00CC2FF4" w:rsidP="00CC2FF4">
      <w:pPr>
        <w:widowControl/>
        <w:autoSpaceDE/>
        <w:autoSpaceDN/>
        <w:rPr>
          <w:color w:val="000000"/>
          <w:lang w:val="sr-Cyrl-RS"/>
        </w:rPr>
      </w:pPr>
    </w:p>
    <w:p w14:paraId="1C0D6129" w14:textId="77777777" w:rsidR="00EC343B" w:rsidRDefault="00EC343B" w:rsidP="00CC2FF4">
      <w:pPr>
        <w:widowControl/>
        <w:autoSpaceDE/>
        <w:autoSpaceDN/>
        <w:rPr>
          <w:color w:val="000000"/>
          <w:lang w:val="sr-Cyrl-RS"/>
        </w:rPr>
      </w:pPr>
    </w:p>
    <w:p w14:paraId="485517FE" w14:textId="20824968" w:rsidR="00EC343B" w:rsidRPr="004F4842" w:rsidRDefault="00FA07EA" w:rsidP="00857C1E">
      <w:pPr>
        <w:widowControl/>
        <w:autoSpaceDE/>
        <w:autoSpaceDN/>
        <w:spacing w:after="160" w:line="259" w:lineRule="auto"/>
        <w:ind w:left="142"/>
        <w:jc w:val="both"/>
        <w:rPr>
          <w:lang w:val="sr-Cyrl-RS"/>
        </w:rPr>
      </w:pPr>
      <w:r w:rsidRPr="004F4842">
        <w:rPr>
          <w:lang w:val="sr-Cyrl-RS"/>
        </w:rPr>
        <w:t>У прилогу захтева, достављам следећу документацију</w:t>
      </w:r>
      <w:r w:rsidRPr="004F4842">
        <w:rPr>
          <w:rStyle w:val="FootnoteReference"/>
          <w:color w:val="000000"/>
          <w:lang w:val="sr-Cyrl-RS"/>
        </w:rPr>
        <w:t xml:space="preserve"> </w:t>
      </w:r>
      <w:r w:rsidRPr="004F4842">
        <w:rPr>
          <w:rStyle w:val="FootnoteReference"/>
          <w:color w:val="000000"/>
          <w:lang w:val="sr-Cyrl-RS"/>
        </w:rPr>
        <w:footnoteReference w:id="1"/>
      </w:r>
      <w:r w:rsidRPr="004F4842">
        <w:rPr>
          <w:lang w:val="sr-Cyrl-RS"/>
        </w:rPr>
        <w:t>:</w:t>
      </w:r>
    </w:p>
    <w:tbl>
      <w:tblPr>
        <w:tblW w:w="47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971"/>
        <w:gridCol w:w="1417"/>
        <w:gridCol w:w="2404"/>
      </w:tblGrid>
      <w:tr w:rsidR="00FA07EA" w:rsidRPr="004F4842" w14:paraId="696D106A" w14:textId="77777777" w:rsidTr="00EC343B">
        <w:trPr>
          <w:cantSplit/>
          <w:trHeight w:val="412"/>
          <w:tblHeader/>
          <w:jc w:val="center"/>
        </w:trPr>
        <w:tc>
          <w:tcPr>
            <w:tcW w:w="366" w:type="pct"/>
            <w:shd w:val="clear" w:color="auto" w:fill="E7E6E6"/>
            <w:vAlign w:val="center"/>
          </w:tcPr>
          <w:p w14:paraId="353436CD" w14:textId="77777777" w:rsidR="00FA07EA" w:rsidRPr="004F4842" w:rsidRDefault="00FA07EA" w:rsidP="008F0371">
            <w:pPr>
              <w:jc w:val="center"/>
            </w:pPr>
            <w:proofErr w:type="spellStart"/>
            <w:r w:rsidRPr="004F4842">
              <w:rPr>
                <w:b/>
                <w:bCs/>
                <w:color w:val="000000"/>
              </w:rPr>
              <w:t>Р.бр</w:t>
            </w:r>
            <w:proofErr w:type="spellEnd"/>
            <w:r w:rsidRPr="004F4842">
              <w:rPr>
                <w:b/>
                <w:bCs/>
                <w:color w:val="000000"/>
              </w:rPr>
              <w:t>.</w:t>
            </w:r>
          </w:p>
        </w:tc>
        <w:tc>
          <w:tcPr>
            <w:tcW w:w="2620" w:type="pct"/>
            <w:shd w:val="clear" w:color="auto" w:fill="E7E6E6"/>
            <w:vAlign w:val="center"/>
          </w:tcPr>
          <w:p w14:paraId="2F272E5D" w14:textId="77777777" w:rsidR="00FA07EA" w:rsidRPr="004F4842" w:rsidRDefault="00FA07EA" w:rsidP="008F0371">
            <w:pPr>
              <w:jc w:val="center"/>
            </w:pPr>
            <w:proofErr w:type="spellStart"/>
            <w:r w:rsidRPr="004F4842">
              <w:rPr>
                <w:b/>
                <w:bCs/>
                <w:color w:val="000000"/>
              </w:rPr>
              <w:t>Назив</w:t>
            </w:r>
            <w:proofErr w:type="spellEnd"/>
            <w:r w:rsidRPr="004F484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4842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47" w:type="pct"/>
            <w:shd w:val="clear" w:color="auto" w:fill="E7E6E6"/>
            <w:vAlign w:val="center"/>
          </w:tcPr>
          <w:p w14:paraId="0D2A821A" w14:textId="77777777" w:rsidR="00FA07EA" w:rsidRPr="004F4842" w:rsidRDefault="00FA07EA" w:rsidP="008F0371">
            <w:pPr>
              <w:jc w:val="center"/>
            </w:pPr>
            <w:proofErr w:type="spellStart"/>
            <w:r w:rsidRPr="004F4842">
              <w:rPr>
                <w:b/>
                <w:bCs/>
                <w:color w:val="000000"/>
              </w:rPr>
              <w:t>Форма</w:t>
            </w:r>
            <w:proofErr w:type="spellEnd"/>
            <w:r w:rsidRPr="004F4842">
              <w:rPr>
                <w:b/>
                <w:bCs/>
                <w:color w:val="000000"/>
              </w:rPr>
              <w:t xml:space="preserve"> </w:t>
            </w:r>
            <w:r w:rsidRPr="004F4842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4F4842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267" w:type="pct"/>
            <w:shd w:val="clear" w:color="auto" w:fill="E7E6E6"/>
            <w:vAlign w:val="center"/>
          </w:tcPr>
          <w:p w14:paraId="1BDF87E5" w14:textId="77777777" w:rsidR="00FA07EA" w:rsidRPr="004F4842" w:rsidRDefault="00FA07EA" w:rsidP="008F0371">
            <w:pPr>
              <w:jc w:val="center"/>
            </w:pPr>
            <w:proofErr w:type="spellStart"/>
            <w:r w:rsidRPr="004F4842">
              <w:rPr>
                <w:b/>
                <w:bCs/>
                <w:color w:val="000000"/>
              </w:rPr>
              <w:t>Издавалац</w:t>
            </w:r>
            <w:proofErr w:type="spellEnd"/>
            <w:r w:rsidRPr="004F4842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4F4842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FA07EA" w:rsidRPr="004F4842" w14:paraId="2767D546" w14:textId="77777777" w:rsidTr="00EC343B">
        <w:trPr>
          <w:trHeight w:val="692"/>
          <w:jc w:val="center"/>
        </w:trPr>
        <w:tc>
          <w:tcPr>
            <w:tcW w:w="366" w:type="pct"/>
            <w:shd w:val="clear" w:color="auto" w:fill="auto"/>
            <w:vAlign w:val="center"/>
          </w:tcPr>
          <w:p w14:paraId="181BA381" w14:textId="77777777" w:rsidR="00FA07EA" w:rsidRPr="004F4842" w:rsidRDefault="00FA07EA" w:rsidP="008F0371">
            <w:pPr>
              <w:jc w:val="center"/>
              <w:rPr>
                <w:color w:val="000000"/>
              </w:rPr>
            </w:pPr>
            <w:r w:rsidRPr="004F4842">
              <w:rPr>
                <w:color w:val="000000"/>
              </w:rPr>
              <w:t>1.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775C3C0A" w14:textId="497157BA" w:rsidR="00FA07EA" w:rsidRPr="004F4842" w:rsidRDefault="00FA07EA" w:rsidP="008F0371">
            <w:pPr>
              <w:rPr>
                <w:color w:val="000000"/>
              </w:rPr>
            </w:pPr>
            <w:proofErr w:type="spellStart"/>
            <w:r w:rsidRPr="00FA07EA">
              <w:rPr>
                <w:color w:val="000000"/>
              </w:rPr>
              <w:t>Списак</w:t>
            </w:r>
            <w:proofErr w:type="spellEnd"/>
            <w:r w:rsidRPr="00FA07EA">
              <w:rPr>
                <w:color w:val="000000"/>
              </w:rPr>
              <w:t xml:space="preserve"> </w:t>
            </w:r>
            <w:proofErr w:type="spellStart"/>
            <w:r w:rsidRPr="00FA07EA">
              <w:rPr>
                <w:color w:val="000000"/>
              </w:rPr>
              <w:t>укупног</w:t>
            </w:r>
            <w:proofErr w:type="spellEnd"/>
            <w:r w:rsidRPr="00FA07EA">
              <w:rPr>
                <w:color w:val="000000"/>
              </w:rPr>
              <w:t xml:space="preserve"> </w:t>
            </w:r>
            <w:proofErr w:type="spellStart"/>
            <w:r w:rsidRPr="00FA07EA">
              <w:rPr>
                <w:color w:val="000000"/>
              </w:rPr>
              <w:t>броја</w:t>
            </w:r>
            <w:proofErr w:type="spellEnd"/>
            <w:r w:rsidRPr="00FA07EA">
              <w:rPr>
                <w:color w:val="000000"/>
              </w:rPr>
              <w:t xml:space="preserve"> </w:t>
            </w:r>
            <w:proofErr w:type="spellStart"/>
            <w:r w:rsidRPr="00FA07EA">
              <w:rPr>
                <w:color w:val="000000"/>
              </w:rPr>
              <w:t>запослених</w:t>
            </w:r>
            <w:proofErr w:type="spellEnd"/>
            <w:r w:rsidRPr="00FA07EA">
              <w:rPr>
                <w:color w:val="000000"/>
              </w:rPr>
              <w:t xml:space="preserve"> и </w:t>
            </w:r>
            <w:proofErr w:type="spellStart"/>
            <w:r w:rsidRPr="00FA07EA">
              <w:rPr>
                <w:color w:val="000000"/>
              </w:rPr>
              <w:t>списак</w:t>
            </w:r>
            <w:proofErr w:type="spellEnd"/>
            <w:r w:rsidRPr="00FA07EA">
              <w:rPr>
                <w:color w:val="000000"/>
              </w:rPr>
              <w:t xml:space="preserve"> </w:t>
            </w:r>
            <w:proofErr w:type="spellStart"/>
            <w:r w:rsidRPr="00FA07EA">
              <w:rPr>
                <w:color w:val="000000"/>
              </w:rPr>
              <w:t>запослених</w:t>
            </w:r>
            <w:proofErr w:type="spellEnd"/>
            <w:r w:rsidRPr="00FA07EA">
              <w:rPr>
                <w:color w:val="000000"/>
              </w:rPr>
              <w:t xml:space="preserve"> </w:t>
            </w:r>
            <w:proofErr w:type="spellStart"/>
            <w:r w:rsidRPr="00FA07EA">
              <w:rPr>
                <w:color w:val="000000"/>
              </w:rPr>
              <w:t>особа</w:t>
            </w:r>
            <w:proofErr w:type="spellEnd"/>
            <w:r w:rsidRPr="00FA07EA">
              <w:rPr>
                <w:color w:val="000000"/>
              </w:rPr>
              <w:t xml:space="preserve"> </w:t>
            </w:r>
            <w:proofErr w:type="spellStart"/>
            <w:r w:rsidRPr="00FA07EA">
              <w:rPr>
                <w:color w:val="000000"/>
              </w:rPr>
              <w:t>са</w:t>
            </w:r>
            <w:proofErr w:type="spellEnd"/>
            <w:r w:rsidRPr="00FA07EA">
              <w:rPr>
                <w:color w:val="000000"/>
              </w:rPr>
              <w:t xml:space="preserve"> </w:t>
            </w:r>
            <w:proofErr w:type="spellStart"/>
            <w:r w:rsidRPr="00FA07EA">
              <w:rPr>
                <w:color w:val="000000"/>
              </w:rPr>
              <w:t>инвалидитетом</w:t>
            </w:r>
            <w:proofErr w:type="spellEnd"/>
          </w:p>
        </w:tc>
        <w:tc>
          <w:tcPr>
            <w:tcW w:w="747" w:type="pct"/>
            <w:shd w:val="clear" w:color="auto" w:fill="auto"/>
            <w:vAlign w:val="center"/>
          </w:tcPr>
          <w:p w14:paraId="287843F8" w14:textId="438B8106" w:rsidR="00FA07EA" w:rsidRPr="00FA07EA" w:rsidRDefault="00FA07EA" w:rsidP="008F037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7413671E" w14:textId="1DC5CB90" w:rsidR="00FA07EA" w:rsidRPr="004F4842" w:rsidRDefault="00FA07EA" w:rsidP="008F0371">
            <w:pPr>
              <w:jc w:val="center"/>
              <w:rPr>
                <w:color w:val="000000"/>
              </w:rPr>
            </w:pPr>
            <w:r w:rsidRPr="00FA07EA">
              <w:rPr>
                <w:color w:val="000000"/>
                <w:lang w:val="sr-Cyrl-RS"/>
              </w:rPr>
              <w:t>Подносилац захтева</w:t>
            </w:r>
          </w:p>
        </w:tc>
      </w:tr>
      <w:tr w:rsidR="00FA07EA" w:rsidRPr="004F4842" w14:paraId="6A8D9CC0" w14:textId="77777777" w:rsidTr="00EC343B">
        <w:trPr>
          <w:trHeight w:val="559"/>
          <w:jc w:val="center"/>
        </w:trPr>
        <w:tc>
          <w:tcPr>
            <w:tcW w:w="366" w:type="pct"/>
            <w:shd w:val="clear" w:color="auto" w:fill="auto"/>
            <w:vAlign w:val="center"/>
          </w:tcPr>
          <w:p w14:paraId="556D9D25" w14:textId="77777777" w:rsidR="00FA07EA" w:rsidRPr="004F4842" w:rsidRDefault="00FA07EA" w:rsidP="00FA07EA">
            <w:pPr>
              <w:jc w:val="center"/>
              <w:rPr>
                <w:color w:val="000000"/>
              </w:rPr>
            </w:pPr>
            <w:r w:rsidRPr="004F4842">
              <w:rPr>
                <w:color w:val="000000"/>
              </w:rPr>
              <w:t>2.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69326F8D" w14:textId="15B96E7C" w:rsidR="00FA07EA" w:rsidRPr="004F4842" w:rsidRDefault="00FA07EA" w:rsidP="00FA07EA">
            <w:pPr>
              <w:rPr>
                <w:color w:val="FF0000"/>
                <w:lang w:val="sr-Cyrl-RS"/>
              </w:rPr>
            </w:pPr>
            <w:r w:rsidRPr="00FA07EA">
              <w:rPr>
                <w:lang w:val="sr-Cyrl-RS"/>
              </w:rPr>
              <w:t>Спецификација обрачунатих зарада за запослене особе са инвалидитетом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EEE6FA1" w14:textId="146B50E5" w:rsidR="00FA07EA" w:rsidRPr="00CC2FF4" w:rsidRDefault="00FA07EA" w:rsidP="00FA07EA">
            <w:pPr>
              <w:jc w:val="center"/>
              <w:rPr>
                <w:color w:val="FF0000"/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47BAF674" w14:textId="689B551B" w:rsidR="00FA07EA" w:rsidRPr="004F4842" w:rsidRDefault="00FA07EA" w:rsidP="00FA07EA">
            <w:pPr>
              <w:jc w:val="center"/>
              <w:rPr>
                <w:color w:val="FF0000"/>
                <w:lang w:val="sr-Cyrl-RS"/>
              </w:rPr>
            </w:pPr>
            <w:r w:rsidRPr="00FA07EA">
              <w:rPr>
                <w:color w:val="000000"/>
                <w:lang w:val="sr-Cyrl-RS"/>
              </w:rPr>
              <w:t>Подносилац захтева</w:t>
            </w:r>
          </w:p>
        </w:tc>
      </w:tr>
      <w:tr w:rsidR="00FA07EA" w:rsidRPr="004F4842" w14:paraId="6E29C778" w14:textId="77777777" w:rsidTr="00EC343B">
        <w:trPr>
          <w:trHeight w:val="559"/>
          <w:jc w:val="center"/>
        </w:trPr>
        <w:tc>
          <w:tcPr>
            <w:tcW w:w="366" w:type="pct"/>
            <w:shd w:val="clear" w:color="auto" w:fill="auto"/>
            <w:vAlign w:val="center"/>
          </w:tcPr>
          <w:p w14:paraId="55C35F12" w14:textId="77777777" w:rsidR="00FA07EA" w:rsidRPr="004F4842" w:rsidRDefault="00FA07EA" w:rsidP="00FA07EA">
            <w:pPr>
              <w:jc w:val="center"/>
              <w:rPr>
                <w:color w:val="000000"/>
                <w:lang w:val="sr-Cyrl-RS"/>
              </w:rPr>
            </w:pPr>
            <w:r w:rsidRPr="004F4842">
              <w:rPr>
                <w:color w:val="000000"/>
                <w:lang w:val="sr-Cyrl-RS"/>
              </w:rPr>
              <w:t>3.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43230FE7" w14:textId="562D9F7F" w:rsidR="00FA07EA" w:rsidRPr="004F4842" w:rsidRDefault="00FA07EA" w:rsidP="00FA07EA">
            <w:pPr>
              <w:rPr>
                <w:color w:val="000000"/>
                <w:lang w:val="sr-Cyrl-RS"/>
              </w:rPr>
            </w:pPr>
            <w:r w:rsidRPr="00FA07EA">
              <w:rPr>
                <w:color w:val="000000"/>
                <w:lang w:val="sr-Cyrl-RS"/>
              </w:rPr>
              <w:t>Спецификација исплаћених зарада за запослене особе са инвалидитетом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325ED02" w14:textId="6B19B392" w:rsidR="00FA07EA" w:rsidRPr="004F4842" w:rsidRDefault="00FA07EA" w:rsidP="00FA07E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59E981EA" w14:textId="2DEC494B" w:rsidR="00FA07EA" w:rsidRPr="004F4842" w:rsidRDefault="00FA07EA" w:rsidP="00FA07EA">
            <w:pPr>
              <w:jc w:val="center"/>
              <w:rPr>
                <w:color w:val="000000"/>
                <w:lang w:val="sr-Cyrl-RS"/>
              </w:rPr>
            </w:pPr>
            <w:r w:rsidRPr="00FA07EA">
              <w:rPr>
                <w:color w:val="000000"/>
                <w:lang w:val="sr-Cyrl-RS"/>
              </w:rPr>
              <w:t>Подносилац захтева</w:t>
            </w:r>
          </w:p>
        </w:tc>
      </w:tr>
      <w:tr w:rsidR="008F2435" w:rsidRPr="004F4842" w14:paraId="7BD2B8D7" w14:textId="77777777" w:rsidTr="00EC343B">
        <w:trPr>
          <w:trHeight w:val="559"/>
          <w:jc w:val="center"/>
        </w:trPr>
        <w:tc>
          <w:tcPr>
            <w:tcW w:w="366" w:type="pct"/>
            <w:shd w:val="clear" w:color="auto" w:fill="auto"/>
            <w:vAlign w:val="center"/>
          </w:tcPr>
          <w:p w14:paraId="79B53BCB" w14:textId="32801217" w:rsidR="008F2435" w:rsidRPr="008F2435" w:rsidRDefault="008F2435" w:rsidP="008F2435">
            <w:pPr>
              <w:jc w:val="center"/>
              <w:rPr>
                <w:color w:val="000000"/>
                <w:highlight w:val="yellow"/>
                <w:lang w:val="sr-Cyrl-RS"/>
              </w:rPr>
            </w:pPr>
            <w:r w:rsidRPr="008F2435">
              <w:rPr>
                <w:color w:val="000000"/>
                <w:highlight w:val="yellow"/>
                <w:lang w:val="sr-Cyrl-RS"/>
              </w:rPr>
              <w:t>4.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38C3CAEA" w14:textId="1071B0E6" w:rsidR="008F2435" w:rsidRPr="008F2435" w:rsidRDefault="008F2435" w:rsidP="008F2435">
            <w:pPr>
              <w:rPr>
                <w:color w:val="000000"/>
                <w:highlight w:val="yellow"/>
                <w:lang w:val="sr-Cyrl-RS"/>
              </w:rPr>
            </w:pPr>
            <w:r w:rsidRPr="008F2435">
              <w:rPr>
                <w:color w:val="000000"/>
                <w:highlight w:val="yellow"/>
                <w:lang w:val="sr-Cyrl-RS"/>
              </w:rPr>
              <w:t>Обавештење о поднетој појединачној пореској пријави (ППП ПД)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A4C49B3" w14:textId="48A652A8" w:rsidR="008F2435" w:rsidRPr="008F2435" w:rsidRDefault="008F2435" w:rsidP="008F2435">
            <w:pPr>
              <w:jc w:val="center"/>
              <w:rPr>
                <w:color w:val="000000"/>
                <w:highlight w:val="yellow"/>
                <w:lang w:val="sr-Cyrl-RS"/>
              </w:rPr>
            </w:pPr>
            <w:r w:rsidRPr="008F2435">
              <w:rPr>
                <w:color w:val="000000"/>
                <w:highlight w:val="yellow"/>
                <w:lang w:val="sr-Cyrl-RS"/>
              </w:rPr>
              <w:t>Копија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6BB437EF" w14:textId="2FBDC7BB" w:rsidR="008F2435" w:rsidRPr="008F2435" w:rsidRDefault="008F2435" w:rsidP="008F2435">
            <w:pPr>
              <w:jc w:val="center"/>
              <w:rPr>
                <w:color w:val="000000"/>
                <w:highlight w:val="yellow"/>
                <w:lang w:val="sr-Cyrl-RS"/>
              </w:rPr>
            </w:pPr>
            <w:r w:rsidRPr="008F2435">
              <w:rPr>
                <w:color w:val="000000"/>
                <w:highlight w:val="yellow"/>
                <w:lang w:val="sr-Cyrl-RS"/>
              </w:rPr>
              <w:t>Подносилац захтева</w:t>
            </w:r>
          </w:p>
        </w:tc>
      </w:tr>
      <w:tr w:rsidR="008F2435" w:rsidRPr="004F4842" w14:paraId="4C9809EE" w14:textId="77777777" w:rsidTr="00EC343B">
        <w:trPr>
          <w:trHeight w:val="559"/>
          <w:jc w:val="center"/>
        </w:trPr>
        <w:tc>
          <w:tcPr>
            <w:tcW w:w="366" w:type="pct"/>
            <w:shd w:val="clear" w:color="auto" w:fill="auto"/>
            <w:vAlign w:val="center"/>
          </w:tcPr>
          <w:p w14:paraId="56B980B5" w14:textId="057C8325" w:rsidR="008F2435" w:rsidRPr="00985DE9" w:rsidRDefault="008F2435" w:rsidP="008F243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  <w:lang w:val="sr-Cyrl-RS"/>
              </w:rPr>
              <w:t>5</w:t>
            </w:r>
            <w:r w:rsidRPr="00985DE9">
              <w:rPr>
                <w:color w:val="000000"/>
                <w:highlight w:val="yellow"/>
              </w:rPr>
              <w:t>.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258B84C2" w14:textId="2DF0CC71" w:rsidR="008F2435" w:rsidRPr="00985DE9" w:rsidRDefault="008F2435" w:rsidP="008F2435">
            <w:pPr>
              <w:rPr>
                <w:color w:val="000000"/>
                <w:highlight w:val="yellow"/>
                <w:lang w:val="sr-Cyrl-RS"/>
              </w:rPr>
            </w:pPr>
            <w:r w:rsidRPr="00985DE9">
              <w:rPr>
                <w:color w:val="000000"/>
                <w:highlight w:val="yellow"/>
                <w:lang w:val="sr-Cyrl-RS"/>
              </w:rPr>
              <w:t>Извод из појединачне пореске пријаве за порезе и доприносе по одбитку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7470DA9E" w14:textId="33A1146E" w:rsidR="008F2435" w:rsidRPr="00985DE9" w:rsidRDefault="008F2435" w:rsidP="008F2435">
            <w:pPr>
              <w:jc w:val="center"/>
              <w:rPr>
                <w:color w:val="000000"/>
                <w:highlight w:val="yellow"/>
                <w:lang w:val="sr-Cyrl-RS"/>
              </w:rPr>
            </w:pPr>
            <w:r w:rsidRPr="00985DE9">
              <w:rPr>
                <w:color w:val="000000"/>
                <w:highlight w:val="yellow"/>
                <w:lang w:val="sr-Cyrl-RS"/>
              </w:rPr>
              <w:t>Копија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287FDEEE" w14:textId="4599893E" w:rsidR="008F2435" w:rsidRPr="00985DE9" w:rsidRDefault="008F2435" w:rsidP="008F2435">
            <w:pPr>
              <w:jc w:val="center"/>
              <w:rPr>
                <w:color w:val="000000"/>
                <w:highlight w:val="yellow"/>
                <w:lang w:val="sr-Cyrl-RS"/>
              </w:rPr>
            </w:pPr>
            <w:r w:rsidRPr="00985DE9">
              <w:rPr>
                <w:color w:val="000000"/>
                <w:highlight w:val="yellow"/>
                <w:lang w:val="sr-Cyrl-RS"/>
              </w:rPr>
              <w:t>Подносилац захтева</w:t>
            </w:r>
          </w:p>
        </w:tc>
      </w:tr>
      <w:tr w:rsidR="008F2435" w:rsidRPr="004F4842" w14:paraId="3F40D2FB" w14:textId="77777777" w:rsidTr="00EC343B">
        <w:trPr>
          <w:trHeight w:val="559"/>
          <w:jc w:val="center"/>
        </w:trPr>
        <w:tc>
          <w:tcPr>
            <w:tcW w:w="366" w:type="pct"/>
            <w:shd w:val="clear" w:color="auto" w:fill="auto"/>
            <w:vAlign w:val="center"/>
          </w:tcPr>
          <w:p w14:paraId="53D64226" w14:textId="50986AD1" w:rsidR="008F2435" w:rsidRPr="004F4842" w:rsidRDefault="005000C8" w:rsidP="008F2435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</w:t>
            </w:r>
            <w:bookmarkStart w:id="0" w:name="_GoBack"/>
            <w:bookmarkEnd w:id="0"/>
            <w:r w:rsidR="008F2435">
              <w:rPr>
                <w:color w:val="000000"/>
                <w:lang w:val="sr-Cyrl-RS"/>
              </w:rPr>
              <w:t>.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5DB499DF" w14:textId="61BC5CAA" w:rsidR="008F2435" w:rsidRPr="004F4842" w:rsidRDefault="008F2435" w:rsidP="008F2435">
            <w:pPr>
              <w:rPr>
                <w:color w:val="000000"/>
                <w:lang w:val="sr-Cyrl-RS"/>
              </w:rPr>
            </w:pPr>
            <w:r w:rsidRPr="00FA07EA">
              <w:rPr>
                <w:color w:val="000000"/>
                <w:lang w:val="sr-Cyrl-RS"/>
              </w:rPr>
              <w:t>Извод текућег рачуна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747FF9B1" w14:textId="540ADAD4" w:rsidR="008F2435" w:rsidRPr="004F4842" w:rsidRDefault="008F2435" w:rsidP="008F2435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109856A6" w14:textId="79F31436" w:rsidR="008F2435" w:rsidRPr="004F4842" w:rsidRDefault="008F2435" w:rsidP="008F2435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Пословна банка</w:t>
            </w:r>
          </w:p>
        </w:tc>
      </w:tr>
    </w:tbl>
    <w:p w14:paraId="631AF3F1" w14:textId="30507E66" w:rsidR="00EC343B" w:rsidRDefault="00EC343B" w:rsidP="00FA07EA">
      <w:pPr>
        <w:widowControl/>
        <w:autoSpaceDE/>
        <w:autoSpaceDN/>
        <w:rPr>
          <w:color w:val="000000"/>
          <w:lang w:val="sr-Cyrl-RS"/>
        </w:rPr>
      </w:pPr>
    </w:p>
    <w:p w14:paraId="2CA84AF1" w14:textId="77777777" w:rsidR="00FA07EA" w:rsidRDefault="00FA07EA" w:rsidP="00FA07EA">
      <w:pPr>
        <w:widowControl/>
        <w:autoSpaceDE/>
        <w:autoSpaceDN/>
        <w:rPr>
          <w:color w:val="000000"/>
          <w:lang w:val="sr-Cyrl-RS"/>
        </w:rPr>
      </w:pPr>
    </w:p>
    <w:p w14:paraId="4F4FBDF7" w14:textId="1BF4810C" w:rsidR="00FA07EA" w:rsidRPr="004F4842" w:rsidRDefault="00FA07EA" w:rsidP="00FA07EA">
      <w:pPr>
        <w:widowControl/>
        <w:autoSpaceDE/>
        <w:autoSpaceDN/>
        <w:rPr>
          <w:color w:val="000000"/>
          <w:lang w:val="sr-Cyrl-RS"/>
        </w:rPr>
      </w:pPr>
      <w:r w:rsidRPr="004F4842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>
        <w:rPr>
          <w:color w:val="000000"/>
          <w:lang w:val="sr-Cyrl-RS"/>
        </w:rPr>
        <w:t>у року од осам дана</w:t>
      </w:r>
      <w:r w:rsidRPr="004F4842">
        <w:rPr>
          <w:color w:val="000000"/>
          <w:lang w:val="sr-Cyrl-RS"/>
        </w:rPr>
        <w:t>, захтев за покретање поступка ће се сматрати неуредним и решењем ће се одбацити.</w:t>
      </w:r>
    </w:p>
    <w:p w14:paraId="41379255" w14:textId="77777777" w:rsidR="00FA07EA" w:rsidRPr="004F4842" w:rsidRDefault="00FA07EA" w:rsidP="00FA07EA">
      <w:pPr>
        <w:ind w:left="-426" w:right="-425"/>
        <w:jc w:val="both"/>
        <w:rPr>
          <w:color w:val="000000"/>
          <w:lang w:val="sr-Cyrl-RS"/>
        </w:rPr>
      </w:pPr>
    </w:p>
    <w:p w14:paraId="6AE3F057" w14:textId="00F871EC" w:rsidR="00FA07EA" w:rsidRDefault="00FA07EA" w:rsidP="00FA07EA">
      <w:pPr>
        <w:ind w:right="-1"/>
        <w:jc w:val="both"/>
        <w:rPr>
          <w:color w:val="000000"/>
        </w:rPr>
      </w:pPr>
      <w:proofErr w:type="spellStart"/>
      <w:r w:rsidRPr="004F4842">
        <w:rPr>
          <w:color w:val="000000"/>
        </w:rPr>
        <w:t>Захтев</w:t>
      </w:r>
      <w:proofErr w:type="spellEnd"/>
      <w:r w:rsidRPr="004F4842">
        <w:rPr>
          <w:color w:val="000000"/>
        </w:rPr>
        <w:t xml:space="preserve"> и </w:t>
      </w:r>
      <w:proofErr w:type="spellStart"/>
      <w:r w:rsidRPr="004F4842">
        <w:rPr>
          <w:color w:val="000000"/>
        </w:rPr>
        <w:t>потребна</w:t>
      </w:r>
      <w:proofErr w:type="spellEnd"/>
      <w:r w:rsidRPr="004F4842">
        <w:rPr>
          <w:color w:val="000000"/>
        </w:rPr>
        <w:t xml:space="preserve"> </w:t>
      </w:r>
      <w:proofErr w:type="spellStart"/>
      <w:r w:rsidRPr="004F4842">
        <w:rPr>
          <w:color w:val="000000"/>
        </w:rPr>
        <w:t>документација</w:t>
      </w:r>
      <w:proofErr w:type="spellEnd"/>
      <w:r w:rsidRPr="004F4842">
        <w:rPr>
          <w:color w:val="000000"/>
        </w:rPr>
        <w:t xml:space="preserve"> </w:t>
      </w:r>
      <w:proofErr w:type="spellStart"/>
      <w:r w:rsidRPr="004F4842">
        <w:rPr>
          <w:color w:val="000000"/>
        </w:rPr>
        <w:t>се</w:t>
      </w:r>
      <w:proofErr w:type="spellEnd"/>
      <w:r w:rsidRPr="004F4842">
        <w:rPr>
          <w:color w:val="000000"/>
        </w:rPr>
        <w:t xml:space="preserve"> </w:t>
      </w:r>
      <w:proofErr w:type="spellStart"/>
      <w:r w:rsidRPr="004F4842">
        <w:rPr>
          <w:color w:val="000000"/>
        </w:rPr>
        <w:t>могу</w:t>
      </w:r>
      <w:proofErr w:type="spellEnd"/>
      <w:r w:rsidRPr="004F4842">
        <w:rPr>
          <w:color w:val="000000"/>
        </w:rPr>
        <w:t xml:space="preserve"> </w:t>
      </w:r>
      <w:proofErr w:type="spellStart"/>
      <w:r w:rsidRPr="004F4842">
        <w:rPr>
          <w:color w:val="000000"/>
        </w:rPr>
        <w:t>поднети</w:t>
      </w:r>
      <w:proofErr w:type="spellEnd"/>
      <w:r w:rsidRPr="004F4842">
        <w:rPr>
          <w:color w:val="000000"/>
        </w:rPr>
        <w:t xml:space="preserve"> и </w:t>
      </w:r>
      <w:proofErr w:type="spellStart"/>
      <w:r w:rsidRPr="004F4842">
        <w:rPr>
          <w:color w:val="000000"/>
        </w:rPr>
        <w:t>електронским</w:t>
      </w:r>
      <w:proofErr w:type="spellEnd"/>
      <w:r w:rsidRPr="004F4842">
        <w:rPr>
          <w:color w:val="000000"/>
        </w:rPr>
        <w:t xml:space="preserve"> </w:t>
      </w:r>
      <w:proofErr w:type="spellStart"/>
      <w:r w:rsidRPr="004F4842">
        <w:rPr>
          <w:color w:val="000000"/>
        </w:rPr>
        <w:t>путем</w:t>
      </w:r>
      <w:proofErr w:type="spellEnd"/>
      <w:r w:rsidRPr="004F4842">
        <w:rPr>
          <w:color w:val="000000"/>
        </w:rPr>
        <w:t xml:space="preserve">, </w:t>
      </w:r>
      <w:proofErr w:type="spellStart"/>
      <w:r w:rsidRPr="004F4842">
        <w:rPr>
          <w:color w:val="000000"/>
        </w:rPr>
        <w:t>на</w:t>
      </w:r>
      <w:proofErr w:type="spellEnd"/>
      <w:r w:rsidRPr="004F4842">
        <w:rPr>
          <w:color w:val="000000"/>
        </w:rPr>
        <w:t xml:space="preserve"> </w:t>
      </w:r>
      <w:r w:rsidR="004D32D3" w:rsidRPr="008F2435">
        <w:rPr>
          <w:color w:val="0070C0"/>
          <w:highlight w:val="yellow"/>
        </w:rPr>
        <w:t xml:space="preserve">gordana.markovic@minrzs.gov.rs </w:t>
      </w:r>
      <w:r w:rsidR="004D32D3" w:rsidRPr="008F2435">
        <w:rPr>
          <w:color w:val="000000"/>
          <w:highlight w:val="yellow"/>
        </w:rPr>
        <w:t xml:space="preserve">и </w:t>
      </w:r>
      <w:r w:rsidR="004D32D3" w:rsidRPr="008F2435">
        <w:rPr>
          <w:color w:val="0070C0"/>
          <w:highlight w:val="yellow"/>
        </w:rPr>
        <w:t>bojan.janjusevic@minrzs.gov.rs</w:t>
      </w:r>
    </w:p>
    <w:p w14:paraId="592068DC" w14:textId="77777777" w:rsidR="00CC2FF4" w:rsidRDefault="00CC2FF4" w:rsidP="00CC2FF4">
      <w:pPr>
        <w:ind w:right="-1"/>
        <w:jc w:val="both"/>
        <w:rPr>
          <w:color w:val="000000"/>
        </w:rPr>
      </w:pPr>
    </w:p>
    <w:p w14:paraId="5902A2F1" w14:textId="77777777" w:rsidR="00CC2FF4" w:rsidRPr="00CC2FF4" w:rsidRDefault="00CC2FF4" w:rsidP="00CC2FF4">
      <w:pPr>
        <w:ind w:right="-1"/>
        <w:jc w:val="both"/>
        <w:rPr>
          <w:color w:val="000000"/>
        </w:rPr>
      </w:pPr>
    </w:p>
    <w:p w14:paraId="7F1D244A" w14:textId="77777777" w:rsidR="00D55005" w:rsidRPr="004F4842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:rsidRPr="004F4842" w14:paraId="2884CDA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4F4842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4F4842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4F4842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4F4842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4F4842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4F4842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4F4842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4F4842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4F4842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:rsidRPr="004F4842" w14:paraId="614CACE9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4F4842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4F4842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4F4842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4F4842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4F4842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4F4842">
              <w:rPr>
                <w:color w:val="000000"/>
              </w:rPr>
              <w:t>Потпис</w:t>
            </w:r>
            <w:proofErr w:type="spellEnd"/>
            <w:r w:rsidRPr="004F4842">
              <w:rPr>
                <w:color w:val="000000"/>
              </w:rPr>
              <w:t xml:space="preserve"> </w:t>
            </w:r>
            <w:proofErr w:type="spellStart"/>
            <w:r w:rsidRPr="004F4842">
              <w:rPr>
                <w:color w:val="000000"/>
              </w:rPr>
              <w:t>подносиоца</w:t>
            </w:r>
            <w:proofErr w:type="spellEnd"/>
            <w:r w:rsidRPr="004F4842">
              <w:rPr>
                <w:color w:val="000000"/>
              </w:rPr>
              <w:t xml:space="preserve"> </w:t>
            </w:r>
            <w:proofErr w:type="spellStart"/>
            <w:r w:rsidRPr="004F4842">
              <w:rPr>
                <w:color w:val="000000"/>
              </w:rPr>
              <w:t>захтева</w:t>
            </w:r>
            <w:proofErr w:type="spellEnd"/>
          </w:p>
        </w:tc>
      </w:tr>
    </w:tbl>
    <w:p w14:paraId="053A855D" w14:textId="4A4A4B6E" w:rsidR="00B171D8" w:rsidRPr="004F4842" w:rsidRDefault="0026671D" w:rsidP="0026671D">
      <w:pPr>
        <w:widowControl/>
        <w:autoSpaceDE/>
        <w:autoSpaceDN/>
        <w:spacing w:after="160" w:line="259" w:lineRule="auto"/>
        <w:rPr>
          <w:color w:val="000000"/>
          <w:lang w:val="sr-Cyrl-RS"/>
        </w:rPr>
      </w:pPr>
      <w:r w:rsidRPr="004F4842">
        <w:rPr>
          <w:color w:val="000000"/>
          <w:lang w:val="sr-Cyrl-RS"/>
        </w:rPr>
        <w:t xml:space="preserve"> </w:t>
      </w:r>
    </w:p>
    <w:p w14:paraId="71C06405" w14:textId="77777777" w:rsidR="00B171D8" w:rsidRPr="004F4842" w:rsidRDefault="00B171D8" w:rsidP="007C61A4">
      <w:pPr>
        <w:ind w:left="-284"/>
        <w:jc w:val="both"/>
        <w:rPr>
          <w:color w:val="000000"/>
          <w:lang w:val="sr-Cyrl-RS"/>
        </w:rPr>
      </w:pPr>
    </w:p>
    <w:p w14:paraId="51EAF1A3" w14:textId="77777777" w:rsidR="00EC343B" w:rsidRDefault="00EC343B">
      <w:pPr>
        <w:widowControl/>
        <w:autoSpaceDE/>
        <w:autoSpaceDN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14:paraId="6407432A" w14:textId="03864AA9" w:rsidR="00FA07EA" w:rsidRPr="004F4842" w:rsidRDefault="00FA07EA" w:rsidP="00FA07EA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 w:rsidRPr="004F4842">
        <w:rPr>
          <w:b/>
          <w:bCs/>
          <w:color w:val="000000"/>
        </w:rPr>
        <w:lastRenderedPageBreak/>
        <w:t>ИНФОРМАЦИЈА ЗА ПОДНОСИОЦА ЗАХТЕВА</w:t>
      </w:r>
    </w:p>
    <w:p w14:paraId="05A8961A" w14:textId="77777777" w:rsidR="00FA07EA" w:rsidRPr="004F4842" w:rsidRDefault="00FA07EA" w:rsidP="00FA07EA">
      <w:pPr>
        <w:jc w:val="both"/>
        <w:rPr>
          <w:i/>
          <w:iCs/>
          <w:color w:val="000000"/>
        </w:rPr>
      </w:pPr>
    </w:p>
    <w:p w14:paraId="2F930FE1" w14:textId="77777777" w:rsidR="00FA07EA" w:rsidRPr="004F4842" w:rsidRDefault="00FA07EA" w:rsidP="00FA07EA">
      <w:pPr>
        <w:jc w:val="both"/>
        <w:rPr>
          <w:lang w:val="sr-Cyrl-RS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5925"/>
      </w:tblGrid>
      <w:tr w:rsidR="00FA07EA" w:rsidRPr="004F4842" w14:paraId="6C739B26" w14:textId="77777777" w:rsidTr="008F0371">
        <w:trPr>
          <w:trHeight w:val="755"/>
          <w:jc w:val="center"/>
        </w:trPr>
        <w:tc>
          <w:tcPr>
            <w:tcW w:w="4145" w:type="dxa"/>
            <w:shd w:val="clear" w:color="auto" w:fill="E7E6E6"/>
            <w:vAlign w:val="center"/>
          </w:tcPr>
          <w:p w14:paraId="37D4F990" w14:textId="77777777" w:rsidR="00FA07EA" w:rsidRPr="004F4842" w:rsidRDefault="00FA07EA" w:rsidP="008F0371">
            <w:pPr>
              <w:rPr>
                <w:b/>
                <w:bCs/>
                <w:lang w:val="sr-Cyrl-RS"/>
              </w:rPr>
            </w:pPr>
            <w:r w:rsidRPr="004F4842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0076E674" w14:textId="77777777" w:rsidR="00FA07EA" w:rsidRPr="004F4842" w:rsidRDefault="00FA07EA" w:rsidP="008F0371">
            <w:pPr>
              <w:rPr>
                <w:color w:val="000000"/>
                <w:lang w:val="sr-Cyrl-RS"/>
              </w:rPr>
            </w:pPr>
            <w:r w:rsidRPr="004F4842">
              <w:rPr>
                <w:color w:val="000000"/>
              </w:rPr>
              <w:t xml:space="preserve">30 </w:t>
            </w:r>
            <w:proofErr w:type="spellStart"/>
            <w:r w:rsidRPr="004F4842">
              <w:rPr>
                <w:color w:val="000000"/>
              </w:rPr>
              <w:t>дана</w:t>
            </w:r>
            <w:proofErr w:type="spellEnd"/>
            <w:r w:rsidRPr="004F4842">
              <w:rPr>
                <w:color w:val="000000"/>
              </w:rPr>
              <w:t xml:space="preserve"> </w:t>
            </w:r>
            <w:proofErr w:type="spellStart"/>
            <w:r w:rsidRPr="004F4842">
              <w:rPr>
                <w:color w:val="000000"/>
              </w:rPr>
              <w:t>од</w:t>
            </w:r>
            <w:proofErr w:type="spellEnd"/>
            <w:r w:rsidRPr="004F4842">
              <w:rPr>
                <w:color w:val="000000"/>
              </w:rPr>
              <w:t xml:space="preserve"> </w:t>
            </w:r>
            <w:proofErr w:type="spellStart"/>
            <w:r w:rsidRPr="004F4842">
              <w:rPr>
                <w:color w:val="000000"/>
              </w:rPr>
              <w:t>покретања</w:t>
            </w:r>
            <w:proofErr w:type="spellEnd"/>
            <w:r w:rsidRPr="004F4842">
              <w:rPr>
                <w:color w:val="000000"/>
              </w:rPr>
              <w:t xml:space="preserve"> </w:t>
            </w:r>
            <w:proofErr w:type="spellStart"/>
            <w:r w:rsidRPr="004F4842">
              <w:rPr>
                <w:color w:val="000000"/>
              </w:rPr>
              <w:t>поступка</w:t>
            </w:r>
            <w:proofErr w:type="spellEnd"/>
          </w:p>
        </w:tc>
      </w:tr>
    </w:tbl>
    <w:p w14:paraId="2A13E4B0" w14:textId="77777777" w:rsidR="00FA07EA" w:rsidRPr="004F4842" w:rsidRDefault="00FA07EA" w:rsidP="00FA07EA">
      <w:pPr>
        <w:jc w:val="both"/>
        <w:rPr>
          <w:lang w:val="sr-Cyrl-RS"/>
        </w:rPr>
      </w:pPr>
    </w:p>
    <w:p w14:paraId="2CC4A071" w14:textId="77777777" w:rsidR="00FA07EA" w:rsidRPr="004F4842" w:rsidRDefault="00FA07EA">
      <w:pPr>
        <w:ind w:left="-284"/>
        <w:jc w:val="both"/>
        <w:rPr>
          <w:color w:val="000000"/>
          <w:lang w:val="sr-Cyrl-RS"/>
        </w:rPr>
      </w:pPr>
    </w:p>
    <w:sectPr w:rsidR="00FA07EA" w:rsidRPr="004F4842" w:rsidSect="0011556C">
      <w:headerReference w:type="default" r:id="rId8"/>
      <w:footerReference w:type="default" r:id="rId9"/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7A4A3" w14:textId="77777777" w:rsidR="003D034A" w:rsidRDefault="003D034A" w:rsidP="004F2292">
      <w:r>
        <w:separator/>
      </w:r>
    </w:p>
  </w:endnote>
  <w:endnote w:type="continuationSeparator" w:id="0">
    <w:p w14:paraId="464EAEA3" w14:textId="77777777" w:rsidR="003D034A" w:rsidRDefault="003D034A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26E8A61B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5000C8">
      <w:rPr>
        <w:noProof/>
        <w:sz w:val="20"/>
        <w:szCs w:val="20"/>
      </w:rPr>
      <w:t>2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1B5D3" w14:textId="77777777" w:rsidR="003D034A" w:rsidRDefault="003D034A" w:rsidP="004F2292">
      <w:r>
        <w:separator/>
      </w:r>
    </w:p>
  </w:footnote>
  <w:footnote w:type="continuationSeparator" w:id="0">
    <w:p w14:paraId="35B42B7A" w14:textId="77777777" w:rsidR="003D034A" w:rsidRDefault="003D034A" w:rsidP="004F2292">
      <w:r>
        <w:continuationSeparator/>
      </w:r>
    </w:p>
  </w:footnote>
  <w:footnote w:id="1">
    <w:p w14:paraId="45881C49" w14:textId="77777777" w:rsidR="00FA07EA" w:rsidRPr="003E7EB2" w:rsidRDefault="00FA07EA" w:rsidP="00FA07EA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34225733" w:rsidR="004F2292" w:rsidRPr="009F16A6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177C56">
      <w:rPr>
        <w:color w:val="000000"/>
        <w:lang w:val="sr-Latn-RS"/>
      </w:rPr>
      <w:t>1</w:t>
    </w:r>
    <w:r w:rsidR="00EC343B">
      <w:rPr>
        <w:color w:val="000000"/>
        <w:lang w:val="sr-Cyrl-RS"/>
      </w:rPr>
      <w:t>3</w:t>
    </w:r>
    <w:r w:rsidR="00F67236">
      <w:rPr>
        <w:color w:val="000000"/>
        <w:lang w:val="sr-Latn-RS"/>
      </w:rPr>
      <w:t>.00.00</w:t>
    </w:r>
    <w:r w:rsidR="00EC343B">
      <w:rPr>
        <w:color w:val="000000"/>
        <w:lang w:val="sr-Cyrl-RS"/>
      </w:rPr>
      <w:t>08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6695C"/>
    <w:rsid w:val="00087CD3"/>
    <w:rsid w:val="00087FF5"/>
    <w:rsid w:val="000B4C1E"/>
    <w:rsid w:val="0011556C"/>
    <w:rsid w:val="00126913"/>
    <w:rsid w:val="00177C56"/>
    <w:rsid w:val="00197F41"/>
    <w:rsid w:val="001D042B"/>
    <w:rsid w:val="001F23FC"/>
    <w:rsid w:val="00211205"/>
    <w:rsid w:val="00244024"/>
    <w:rsid w:val="00252EA3"/>
    <w:rsid w:val="00262323"/>
    <w:rsid w:val="0026671D"/>
    <w:rsid w:val="002A1F8D"/>
    <w:rsid w:val="002A58C3"/>
    <w:rsid w:val="00395C1A"/>
    <w:rsid w:val="003A1EE4"/>
    <w:rsid w:val="003C2ABC"/>
    <w:rsid w:val="003D034A"/>
    <w:rsid w:val="003E7349"/>
    <w:rsid w:val="003E7EB2"/>
    <w:rsid w:val="003F5A7F"/>
    <w:rsid w:val="00410BE8"/>
    <w:rsid w:val="00455FD0"/>
    <w:rsid w:val="0047654A"/>
    <w:rsid w:val="004A640D"/>
    <w:rsid w:val="004C0CCF"/>
    <w:rsid w:val="004C3B37"/>
    <w:rsid w:val="004D32D3"/>
    <w:rsid w:val="004D6AA3"/>
    <w:rsid w:val="004E308F"/>
    <w:rsid w:val="004E346A"/>
    <w:rsid w:val="004F2292"/>
    <w:rsid w:val="004F4842"/>
    <w:rsid w:val="004F5A95"/>
    <w:rsid w:val="005000C8"/>
    <w:rsid w:val="005268C8"/>
    <w:rsid w:val="00541F98"/>
    <w:rsid w:val="00561358"/>
    <w:rsid w:val="0056701E"/>
    <w:rsid w:val="00576E96"/>
    <w:rsid w:val="00596DEA"/>
    <w:rsid w:val="005B6AA1"/>
    <w:rsid w:val="0061389E"/>
    <w:rsid w:val="006523C9"/>
    <w:rsid w:val="006720D1"/>
    <w:rsid w:val="006B2204"/>
    <w:rsid w:val="006C66C0"/>
    <w:rsid w:val="006D2C80"/>
    <w:rsid w:val="007100FD"/>
    <w:rsid w:val="007472F4"/>
    <w:rsid w:val="00773B9D"/>
    <w:rsid w:val="007C61A4"/>
    <w:rsid w:val="007E3032"/>
    <w:rsid w:val="00820BE3"/>
    <w:rsid w:val="008546E9"/>
    <w:rsid w:val="00857C1E"/>
    <w:rsid w:val="00874E9E"/>
    <w:rsid w:val="008A0985"/>
    <w:rsid w:val="008B17E9"/>
    <w:rsid w:val="008C0AD2"/>
    <w:rsid w:val="008C2605"/>
    <w:rsid w:val="008F2435"/>
    <w:rsid w:val="00934971"/>
    <w:rsid w:val="0093596F"/>
    <w:rsid w:val="0096312C"/>
    <w:rsid w:val="00985DE9"/>
    <w:rsid w:val="009B7CF5"/>
    <w:rsid w:val="009C7687"/>
    <w:rsid w:val="009F16A6"/>
    <w:rsid w:val="00A140F5"/>
    <w:rsid w:val="00A4401C"/>
    <w:rsid w:val="00AB3A01"/>
    <w:rsid w:val="00AC70AD"/>
    <w:rsid w:val="00AD7708"/>
    <w:rsid w:val="00AD7BAC"/>
    <w:rsid w:val="00B1688E"/>
    <w:rsid w:val="00B171D8"/>
    <w:rsid w:val="00B31E1F"/>
    <w:rsid w:val="00B33022"/>
    <w:rsid w:val="00BC5831"/>
    <w:rsid w:val="00BE2E85"/>
    <w:rsid w:val="00BE565F"/>
    <w:rsid w:val="00BE6094"/>
    <w:rsid w:val="00C04652"/>
    <w:rsid w:val="00C10111"/>
    <w:rsid w:val="00C22F82"/>
    <w:rsid w:val="00C32287"/>
    <w:rsid w:val="00C43F89"/>
    <w:rsid w:val="00C872A6"/>
    <w:rsid w:val="00C94574"/>
    <w:rsid w:val="00C952A4"/>
    <w:rsid w:val="00CB0BB2"/>
    <w:rsid w:val="00CC2FF4"/>
    <w:rsid w:val="00CC34A1"/>
    <w:rsid w:val="00CC4CA2"/>
    <w:rsid w:val="00CE2E46"/>
    <w:rsid w:val="00CF14D5"/>
    <w:rsid w:val="00CF6942"/>
    <w:rsid w:val="00D1235C"/>
    <w:rsid w:val="00D523CF"/>
    <w:rsid w:val="00D55005"/>
    <w:rsid w:val="00D610D7"/>
    <w:rsid w:val="00D81D45"/>
    <w:rsid w:val="00DC56D9"/>
    <w:rsid w:val="00DF566C"/>
    <w:rsid w:val="00E30DB2"/>
    <w:rsid w:val="00E32659"/>
    <w:rsid w:val="00E35B8F"/>
    <w:rsid w:val="00E45514"/>
    <w:rsid w:val="00E56EEE"/>
    <w:rsid w:val="00E659F7"/>
    <w:rsid w:val="00E71EA4"/>
    <w:rsid w:val="00E75D03"/>
    <w:rsid w:val="00EC3144"/>
    <w:rsid w:val="00EC343B"/>
    <w:rsid w:val="00ED4CEA"/>
    <w:rsid w:val="00EE5F3B"/>
    <w:rsid w:val="00EE628A"/>
    <w:rsid w:val="00F05F6D"/>
    <w:rsid w:val="00F67236"/>
    <w:rsid w:val="00F70321"/>
    <w:rsid w:val="00F87471"/>
    <w:rsid w:val="00FA07EA"/>
    <w:rsid w:val="00FA314D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  <w:style w:type="character" w:customStyle="1" w:styleId="v2-clan-left-1">
    <w:name w:val="v2-clan-left-1"/>
    <w:basedOn w:val="DefaultParagraphFont"/>
    <w:rsid w:val="006B2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E62E7-304E-47AC-B8A9-0DE13D94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171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31</cp:revision>
  <cp:lastPrinted>2019-09-06T17:44:00Z</cp:lastPrinted>
  <dcterms:created xsi:type="dcterms:W3CDTF">2019-09-10T14:38:00Z</dcterms:created>
  <dcterms:modified xsi:type="dcterms:W3CDTF">2020-06-18T11:00:00Z</dcterms:modified>
</cp:coreProperties>
</file>